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274E" w:rsidRDefault="00C9274E">
      <w:pPr>
        <w:pStyle w:val="BodyText"/>
        <w:ind w:right="279"/>
        <w:jc w:val="left"/>
        <w:rPr>
          <w:rFonts w:ascii="Times New Roman" w:hAnsi="Times New Roman" w:cs="Times New Roman"/>
          <w:b w:val="0"/>
          <w:bCs w:val="0"/>
        </w:rPr>
      </w:pPr>
    </w:p>
    <w:p w:rsidR="00C9274E" w:rsidRDefault="00C9274E">
      <w:pPr>
        <w:pStyle w:val="BodyText"/>
        <w:ind w:right="279"/>
        <w:rPr>
          <w:rFonts w:ascii="Times New Roman" w:hAnsi="Times New Roman" w:cs="Times New Roman"/>
          <w:b w:val="0"/>
          <w:bCs w:val="0"/>
        </w:rPr>
      </w:pPr>
      <w:r>
        <w:rPr>
          <w:rFonts w:ascii="Times New Roman" w:hAnsi="Times New Roman" w:cs="Times New Roman"/>
        </w:rPr>
        <w:t>РЕЦЕНЗІЯ</w:t>
      </w:r>
    </w:p>
    <w:p w:rsidR="00C9274E" w:rsidRDefault="00C9274E">
      <w:pPr>
        <w:pStyle w:val="BodyText"/>
        <w:ind w:right="279"/>
        <w:rPr>
          <w:rFonts w:ascii="Times New Roman" w:hAnsi="Times New Roman" w:cs="Times New Roman"/>
          <w:b w:val="0"/>
          <w:bCs w:val="0"/>
          <w:sz w:val="18"/>
          <w:szCs w:val="18"/>
        </w:rPr>
      </w:pPr>
      <w:r>
        <w:rPr>
          <w:rFonts w:ascii="Times New Roman" w:hAnsi="Times New Roman" w:cs="Times New Roman"/>
        </w:rPr>
        <w:t>на наукову роботу</w:t>
      </w:r>
      <w:r>
        <w:rPr>
          <w:rFonts w:ascii="Times New Roman" w:hAnsi="Times New Roman" w:cs="Times New Roman"/>
          <w:b w:val="0"/>
          <w:bCs w:val="0"/>
          <w:u w:val="single"/>
          <w:lang w:val="ru-RU"/>
        </w:rPr>
        <w:t>”Айстри</w:t>
      </w:r>
      <w:r>
        <w:rPr>
          <w:rFonts w:ascii="Times New Roman" w:hAnsi="Times New Roman" w:cs="Times New Roman"/>
          <w:b w:val="0"/>
          <w:bCs w:val="0"/>
          <w:lang w:val="ru-RU"/>
        </w:rPr>
        <w:t>”</w:t>
      </w:r>
      <w:r>
        <w:rPr>
          <w:rFonts w:ascii="Times New Roman" w:hAnsi="Times New Roman" w:cs="Times New Roman"/>
          <w:b w:val="0"/>
          <w:bCs w:val="0"/>
        </w:rPr>
        <w:t>, представлену на Конкурс</w:t>
      </w:r>
    </w:p>
    <w:p w:rsidR="00C9274E" w:rsidRPr="007773CC" w:rsidRDefault="00C9274E" w:rsidP="00EC6068">
      <w:pPr>
        <w:pStyle w:val="BodyText"/>
        <w:ind w:right="279"/>
        <w:rPr>
          <w:rFonts w:ascii="Times New Roman" w:hAnsi="Times New Roman" w:cs="Times New Roman"/>
          <w:b w:val="0"/>
          <w:bCs w:val="0"/>
        </w:rPr>
      </w:pPr>
      <w:bookmarkStart w:id="0" w:name="_Hlk509643529"/>
      <w:r>
        <w:rPr>
          <w:rFonts w:ascii="Times New Roman" w:hAnsi="Times New Roman" w:cs="Times New Roman"/>
          <w:b w:val="0"/>
          <w:bCs w:val="0"/>
        </w:rPr>
        <w:t>вг</w:t>
      </w:r>
      <w:r w:rsidRPr="007773CC">
        <w:rPr>
          <w:rFonts w:ascii="Times New Roman" w:hAnsi="Times New Roman" w:cs="Times New Roman"/>
          <w:b w:val="0"/>
          <w:bCs w:val="0"/>
        </w:rPr>
        <w:t>алуз</w:t>
      </w:r>
      <w:r>
        <w:rPr>
          <w:rFonts w:ascii="Times New Roman" w:hAnsi="Times New Roman" w:cs="Times New Roman"/>
          <w:b w:val="0"/>
          <w:bCs w:val="0"/>
        </w:rPr>
        <w:t>і</w:t>
      </w:r>
      <w:r w:rsidRPr="007773CC">
        <w:rPr>
          <w:rFonts w:ascii="Times New Roman" w:hAnsi="Times New Roman" w:cs="Times New Roman"/>
          <w:b w:val="0"/>
          <w:bCs w:val="0"/>
        </w:rPr>
        <w:t xml:space="preserve"> знань «Гуманітарні науки»</w:t>
      </w:r>
      <w:r>
        <w:rPr>
          <w:rFonts w:ascii="Times New Roman" w:hAnsi="Times New Roman" w:cs="Times New Roman"/>
          <w:b w:val="0"/>
          <w:bCs w:val="0"/>
        </w:rPr>
        <w:t>,</w:t>
      </w:r>
    </w:p>
    <w:p w:rsidR="00C9274E" w:rsidRDefault="00C9274E" w:rsidP="00EC6068">
      <w:pPr>
        <w:pStyle w:val="BodyText"/>
        <w:ind w:right="279"/>
        <w:rPr>
          <w:rFonts w:ascii="Times New Roman" w:hAnsi="Times New Roman" w:cs="Times New Roman"/>
          <w:b w:val="0"/>
          <w:bCs w:val="0"/>
        </w:rPr>
      </w:pPr>
      <w:r>
        <w:rPr>
          <w:rFonts w:ascii="Times New Roman" w:hAnsi="Times New Roman" w:cs="Times New Roman"/>
          <w:b w:val="0"/>
          <w:bCs w:val="0"/>
        </w:rPr>
        <w:t>с</w:t>
      </w:r>
      <w:r w:rsidRPr="007773CC">
        <w:rPr>
          <w:rFonts w:ascii="Times New Roman" w:hAnsi="Times New Roman" w:cs="Times New Roman"/>
          <w:b w:val="0"/>
          <w:bCs w:val="0"/>
        </w:rPr>
        <w:t>пеціальність «Історія та археологія»</w:t>
      </w:r>
    </w:p>
    <w:bookmarkEnd w:id="0"/>
    <w:p w:rsidR="00C9274E" w:rsidRDefault="00C9274E">
      <w:pPr>
        <w:ind w:right="279"/>
        <w:rPr>
          <w:sz w:val="20"/>
          <w:szCs w:val="20"/>
        </w:rPr>
      </w:pPr>
    </w:p>
    <w:tbl>
      <w:tblPr>
        <w:tblW w:w="985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28"/>
        <w:gridCol w:w="6120"/>
        <w:gridCol w:w="1980"/>
        <w:gridCol w:w="927"/>
      </w:tblGrid>
      <w:tr w:rsidR="00C9274E" w:rsidRPr="00067F6C">
        <w:tc>
          <w:tcPr>
            <w:tcW w:w="828" w:type="dxa"/>
          </w:tcPr>
          <w:p w:rsidR="00C9274E" w:rsidRPr="00067F6C" w:rsidRDefault="00C9274E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067F6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№</w:t>
            </w:r>
          </w:p>
          <w:p w:rsidR="00C9274E" w:rsidRPr="00067F6C" w:rsidRDefault="00C9274E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067F6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з/п</w:t>
            </w:r>
          </w:p>
        </w:tc>
        <w:tc>
          <w:tcPr>
            <w:tcW w:w="6120" w:type="dxa"/>
          </w:tcPr>
          <w:p w:rsidR="00C9274E" w:rsidRPr="00067F6C" w:rsidRDefault="00C9274E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067F6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Характеристики та критерії оцінки рукопису наукової роботи</w:t>
            </w:r>
          </w:p>
        </w:tc>
        <w:tc>
          <w:tcPr>
            <w:tcW w:w="1980" w:type="dxa"/>
          </w:tcPr>
          <w:p w:rsidR="00C9274E" w:rsidRPr="00067F6C" w:rsidRDefault="00C9274E">
            <w:pPr>
              <w:pStyle w:val="BodyText"/>
              <w:ind w:right="72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067F6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Рейтингова оцінка. Максимальна кількість балів (за 100-бальною шкалою)</w:t>
            </w:r>
          </w:p>
        </w:tc>
        <w:tc>
          <w:tcPr>
            <w:tcW w:w="927" w:type="dxa"/>
          </w:tcPr>
          <w:p w:rsidR="00C9274E" w:rsidRPr="00067F6C" w:rsidRDefault="00C9274E">
            <w:pPr>
              <w:pStyle w:val="BodyText"/>
              <w:ind w:right="-81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067F6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Бали</w:t>
            </w:r>
          </w:p>
        </w:tc>
      </w:tr>
      <w:tr w:rsidR="00C9274E" w:rsidRPr="00067F6C">
        <w:tc>
          <w:tcPr>
            <w:tcW w:w="828" w:type="dxa"/>
          </w:tcPr>
          <w:p w:rsidR="00C9274E" w:rsidRPr="00067F6C" w:rsidRDefault="00C9274E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067F6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6120" w:type="dxa"/>
          </w:tcPr>
          <w:p w:rsidR="00C9274E" w:rsidRPr="00067F6C" w:rsidRDefault="00C9274E">
            <w:pPr>
              <w:pStyle w:val="BodyText"/>
              <w:ind w:right="279"/>
              <w:jc w:val="lef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067F6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Актуальність проблеми</w:t>
            </w:r>
          </w:p>
        </w:tc>
        <w:tc>
          <w:tcPr>
            <w:tcW w:w="1980" w:type="dxa"/>
          </w:tcPr>
          <w:p w:rsidR="00C9274E" w:rsidRPr="00067F6C" w:rsidRDefault="00C9274E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067F6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10 </w:t>
            </w:r>
          </w:p>
        </w:tc>
        <w:tc>
          <w:tcPr>
            <w:tcW w:w="927" w:type="dxa"/>
          </w:tcPr>
          <w:p w:rsidR="00C9274E" w:rsidRPr="00067F6C" w:rsidRDefault="00C9274E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val="en-US"/>
              </w:rPr>
            </w:pPr>
            <w:r w:rsidRPr="00067F6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val="en-US"/>
              </w:rPr>
              <w:t>10</w:t>
            </w:r>
          </w:p>
        </w:tc>
      </w:tr>
      <w:tr w:rsidR="00C9274E" w:rsidRPr="00067F6C">
        <w:tc>
          <w:tcPr>
            <w:tcW w:w="828" w:type="dxa"/>
          </w:tcPr>
          <w:p w:rsidR="00C9274E" w:rsidRPr="00067F6C" w:rsidRDefault="00C9274E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067F6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2</w:t>
            </w:r>
          </w:p>
        </w:tc>
        <w:tc>
          <w:tcPr>
            <w:tcW w:w="6120" w:type="dxa"/>
          </w:tcPr>
          <w:p w:rsidR="00C9274E" w:rsidRPr="00067F6C" w:rsidRDefault="00C9274E">
            <w:pPr>
              <w:pStyle w:val="BodyText"/>
              <w:ind w:right="279"/>
              <w:jc w:val="lef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067F6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Новизна та оригінальність ідей</w:t>
            </w:r>
          </w:p>
        </w:tc>
        <w:tc>
          <w:tcPr>
            <w:tcW w:w="1980" w:type="dxa"/>
          </w:tcPr>
          <w:p w:rsidR="00C9274E" w:rsidRPr="00067F6C" w:rsidRDefault="00C9274E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067F6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15</w:t>
            </w:r>
          </w:p>
        </w:tc>
        <w:tc>
          <w:tcPr>
            <w:tcW w:w="927" w:type="dxa"/>
          </w:tcPr>
          <w:p w:rsidR="00C9274E" w:rsidRPr="00067F6C" w:rsidRDefault="00C9274E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val="ru-RU"/>
              </w:rPr>
            </w:pPr>
            <w:r w:rsidRPr="00067F6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val="ru-RU"/>
              </w:rPr>
              <w:t>10</w:t>
            </w:r>
          </w:p>
        </w:tc>
      </w:tr>
      <w:tr w:rsidR="00C9274E" w:rsidRPr="00067F6C">
        <w:tc>
          <w:tcPr>
            <w:tcW w:w="828" w:type="dxa"/>
          </w:tcPr>
          <w:p w:rsidR="00C9274E" w:rsidRPr="00067F6C" w:rsidRDefault="00C9274E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067F6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3</w:t>
            </w:r>
          </w:p>
        </w:tc>
        <w:tc>
          <w:tcPr>
            <w:tcW w:w="6120" w:type="dxa"/>
          </w:tcPr>
          <w:p w:rsidR="00C9274E" w:rsidRPr="00067F6C" w:rsidRDefault="00C9274E">
            <w:pPr>
              <w:pStyle w:val="BodyText"/>
              <w:ind w:right="279"/>
              <w:jc w:val="lef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067F6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Використані методи дослідження</w:t>
            </w:r>
          </w:p>
        </w:tc>
        <w:tc>
          <w:tcPr>
            <w:tcW w:w="1980" w:type="dxa"/>
          </w:tcPr>
          <w:p w:rsidR="00C9274E" w:rsidRPr="00067F6C" w:rsidRDefault="00C9274E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067F6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15</w:t>
            </w:r>
          </w:p>
        </w:tc>
        <w:tc>
          <w:tcPr>
            <w:tcW w:w="927" w:type="dxa"/>
          </w:tcPr>
          <w:p w:rsidR="00C9274E" w:rsidRPr="00067F6C" w:rsidRDefault="00C9274E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067F6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val="en-US"/>
              </w:rPr>
              <w:t>11</w:t>
            </w:r>
          </w:p>
        </w:tc>
      </w:tr>
      <w:tr w:rsidR="00C9274E" w:rsidRPr="00067F6C">
        <w:tc>
          <w:tcPr>
            <w:tcW w:w="828" w:type="dxa"/>
          </w:tcPr>
          <w:p w:rsidR="00C9274E" w:rsidRPr="00067F6C" w:rsidRDefault="00C9274E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067F6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4</w:t>
            </w:r>
          </w:p>
        </w:tc>
        <w:tc>
          <w:tcPr>
            <w:tcW w:w="6120" w:type="dxa"/>
          </w:tcPr>
          <w:p w:rsidR="00C9274E" w:rsidRPr="00067F6C" w:rsidRDefault="00C9274E">
            <w:pPr>
              <w:pStyle w:val="BodyText"/>
              <w:ind w:right="279"/>
              <w:jc w:val="lef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067F6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Теоретичні наукові результати</w:t>
            </w:r>
          </w:p>
        </w:tc>
        <w:tc>
          <w:tcPr>
            <w:tcW w:w="1980" w:type="dxa"/>
          </w:tcPr>
          <w:p w:rsidR="00C9274E" w:rsidRPr="00067F6C" w:rsidRDefault="00C9274E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067F6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10</w:t>
            </w:r>
          </w:p>
        </w:tc>
        <w:tc>
          <w:tcPr>
            <w:tcW w:w="927" w:type="dxa"/>
          </w:tcPr>
          <w:p w:rsidR="00C9274E" w:rsidRPr="00067F6C" w:rsidRDefault="00C9274E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val="en-US"/>
              </w:rPr>
            </w:pPr>
            <w:r w:rsidRPr="00067F6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val="en-US"/>
              </w:rPr>
              <w:t>3</w:t>
            </w:r>
          </w:p>
        </w:tc>
      </w:tr>
      <w:tr w:rsidR="00C9274E" w:rsidRPr="00067F6C">
        <w:tc>
          <w:tcPr>
            <w:tcW w:w="828" w:type="dxa"/>
          </w:tcPr>
          <w:p w:rsidR="00C9274E" w:rsidRPr="00067F6C" w:rsidRDefault="00C9274E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067F6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5</w:t>
            </w:r>
          </w:p>
        </w:tc>
        <w:tc>
          <w:tcPr>
            <w:tcW w:w="6120" w:type="dxa"/>
          </w:tcPr>
          <w:p w:rsidR="00C9274E" w:rsidRPr="00067F6C" w:rsidRDefault="00C9274E">
            <w:pPr>
              <w:pStyle w:val="BodyText"/>
              <w:ind w:right="279"/>
              <w:jc w:val="lef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067F6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Практична направленість результатів (документальне підтвердження впровадження результатів роботи)</w:t>
            </w:r>
          </w:p>
        </w:tc>
        <w:tc>
          <w:tcPr>
            <w:tcW w:w="1980" w:type="dxa"/>
          </w:tcPr>
          <w:p w:rsidR="00C9274E" w:rsidRPr="00067F6C" w:rsidRDefault="00C9274E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  <w:p w:rsidR="00C9274E" w:rsidRPr="00067F6C" w:rsidRDefault="00C9274E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067F6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20</w:t>
            </w:r>
          </w:p>
        </w:tc>
        <w:tc>
          <w:tcPr>
            <w:tcW w:w="927" w:type="dxa"/>
          </w:tcPr>
          <w:p w:rsidR="00C9274E" w:rsidRPr="00067F6C" w:rsidRDefault="00C9274E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val="ru-RU"/>
              </w:rPr>
            </w:pPr>
            <w:r w:rsidRPr="00067F6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val="ru-RU"/>
              </w:rPr>
              <w:t>_</w:t>
            </w:r>
          </w:p>
        </w:tc>
      </w:tr>
      <w:tr w:rsidR="00C9274E" w:rsidRPr="00067F6C">
        <w:tc>
          <w:tcPr>
            <w:tcW w:w="828" w:type="dxa"/>
          </w:tcPr>
          <w:p w:rsidR="00C9274E" w:rsidRPr="00067F6C" w:rsidRDefault="00C9274E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067F6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6</w:t>
            </w:r>
          </w:p>
        </w:tc>
        <w:tc>
          <w:tcPr>
            <w:tcW w:w="6120" w:type="dxa"/>
          </w:tcPr>
          <w:p w:rsidR="00C9274E" w:rsidRPr="00067F6C" w:rsidRDefault="00C9274E">
            <w:pPr>
              <w:pStyle w:val="BodyText"/>
              <w:ind w:right="279"/>
              <w:jc w:val="lef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067F6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Рівень використання наукової літератури та інших джерел інформації</w:t>
            </w:r>
          </w:p>
        </w:tc>
        <w:tc>
          <w:tcPr>
            <w:tcW w:w="1980" w:type="dxa"/>
          </w:tcPr>
          <w:p w:rsidR="00C9274E" w:rsidRPr="00067F6C" w:rsidRDefault="00C9274E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  <w:p w:rsidR="00C9274E" w:rsidRPr="00067F6C" w:rsidRDefault="00C9274E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067F6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5</w:t>
            </w:r>
          </w:p>
        </w:tc>
        <w:tc>
          <w:tcPr>
            <w:tcW w:w="927" w:type="dxa"/>
          </w:tcPr>
          <w:p w:rsidR="00C9274E" w:rsidRPr="00067F6C" w:rsidRDefault="00C9274E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  <w:p w:rsidR="00C9274E" w:rsidRPr="00067F6C" w:rsidRDefault="00C9274E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067F6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4</w:t>
            </w:r>
          </w:p>
        </w:tc>
      </w:tr>
      <w:tr w:rsidR="00C9274E" w:rsidRPr="00067F6C">
        <w:tc>
          <w:tcPr>
            <w:tcW w:w="828" w:type="dxa"/>
          </w:tcPr>
          <w:p w:rsidR="00C9274E" w:rsidRPr="00067F6C" w:rsidRDefault="00C9274E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067F6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7</w:t>
            </w:r>
          </w:p>
        </w:tc>
        <w:tc>
          <w:tcPr>
            <w:tcW w:w="6120" w:type="dxa"/>
          </w:tcPr>
          <w:p w:rsidR="00C9274E" w:rsidRPr="00067F6C" w:rsidRDefault="00C9274E">
            <w:pPr>
              <w:pStyle w:val="BodyText"/>
              <w:ind w:right="279"/>
              <w:jc w:val="lef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067F6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Ступінь самостійності роботи</w:t>
            </w:r>
          </w:p>
        </w:tc>
        <w:tc>
          <w:tcPr>
            <w:tcW w:w="1980" w:type="dxa"/>
          </w:tcPr>
          <w:p w:rsidR="00C9274E" w:rsidRPr="00067F6C" w:rsidRDefault="00C9274E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067F6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10</w:t>
            </w:r>
          </w:p>
        </w:tc>
        <w:tc>
          <w:tcPr>
            <w:tcW w:w="927" w:type="dxa"/>
          </w:tcPr>
          <w:p w:rsidR="00C9274E" w:rsidRPr="00067F6C" w:rsidRDefault="00C9274E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067F6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10</w:t>
            </w:r>
          </w:p>
        </w:tc>
      </w:tr>
      <w:tr w:rsidR="00C9274E" w:rsidRPr="00067F6C">
        <w:tc>
          <w:tcPr>
            <w:tcW w:w="828" w:type="dxa"/>
          </w:tcPr>
          <w:p w:rsidR="00C9274E" w:rsidRPr="00067F6C" w:rsidRDefault="00C9274E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067F6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8</w:t>
            </w:r>
          </w:p>
        </w:tc>
        <w:tc>
          <w:tcPr>
            <w:tcW w:w="6120" w:type="dxa"/>
          </w:tcPr>
          <w:p w:rsidR="00C9274E" w:rsidRPr="00067F6C" w:rsidRDefault="00C9274E">
            <w:pPr>
              <w:pStyle w:val="BodyText"/>
              <w:ind w:right="279"/>
              <w:jc w:val="lef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067F6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Якість оформлення</w:t>
            </w:r>
          </w:p>
        </w:tc>
        <w:tc>
          <w:tcPr>
            <w:tcW w:w="1980" w:type="dxa"/>
          </w:tcPr>
          <w:p w:rsidR="00C9274E" w:rsidRPr="00067F6C" w:rsidRDefault="00C9274E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067F6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5</w:t>
            </w:r>
          </w:p>
        </w:tc>
        <w:tc>
          <w:tcPr>
            <w:tcW w:w="927" w:type="dxa"/>
          </w:tcPr>
          <w:p w:rsidR="00C9274E" w:rsidRPr="00067F6C" w:rsidRDefault="00C9274E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067F6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4</w:t>
            </w:r>
          </w:p>
        </w:tc>
      </w:tr>
      <w:tr w:rsidR="00C9274E" w:rsidRPr="00067F6C">
        <w:tc>
          <w:tcPr>
            <w:tcW w:w="828" w:type="dxa"/>
          </w:tcPr>
          <w:p w:rsidR="00C9274E" w:rsidRPr="00067F6C" w:rsidRDefault="00C9274E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067F6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9</w:t>
            </w:r>
          </w:p>
        </w:tc>
        <w:tc>
          <w:tcPr>
            <w:tcW w:w="6120" w:type="dxa"/>
          </w:tcPr>
          <w:p w:rsidR="00C9274E" w:rsidRPr="00067F6C" w:rsidRDefault="00C9274E">
            <w:pPr>
              <w:pStyle w:val="BodyText"/>
              <w:ind w:right="279"/>
              <w:jc w:val="lef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067F6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Наукові публікації</w:t>
            </w:r>
          </w:p>
        </w:tc>
        <w:tc>
          <w:tcPr>
            <w:tcW w:w="1980" w:type="dxa"/>
          </w:tcPr>
          <w:p w:rsidR="00C9274E" w:rsidRPr="00067F6C" w:rsidRDefault="00C9274E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067F6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10</w:t>
            </w:r>
          </w:p>
        </w:tc>
        <w:tc>
          <w:tcPr>
            <w:tcW w:w="927" w:type="dxa"/>
          </w:tcPr>
          <w:p w:rsidR="00C9274E" w:rsidRPr="00067F6C" w:rsidRDefault="00C9274E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067F6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3</w:t>
            </w:r>
          </w:p>
        </w:tc>
      </w:tr>
      <w:tr w:rsidR="00C9274E" w:rsidRPr="00067F6C">
        <w:tc>
          <w:tcPr>
            <w:tcW w:w="828" w:type="dxa"/>
          </w:tcPr>
          <w:p w:rsidR="00C9274E" w:rsidRPr="00067F6C" w:rsidRDefault="00C9274E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val="ru-RU"/>
              </w:rPr>
            </w:pPr>
            <w:r w:rsidRPr="00067F6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val="ru-RU"/>
              </w:rPr>
              <w:t>10</w:t>
            </w:r>
          </w:p>
        </w:tc>
        <w:tc>
          <w:tcPr>
            <w:tcW w:w="6120" w:type="dxa"/>
          </w:tcPr>
          <w:p w:rsidR="00C9274E" w:rsidRPr="00067F6C" w:rsidRDefault="00C9274E">
            <w:pPr>
              <w:pStyle w:val="BodyText"/>
              <w:ind w:right="279"/>
              <w:jc w:val="lef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067F6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val="ru-RU"/>
              </w:rPr>
              <w:t>Дослідницький характер роботи. Глибина аналізу історичних джерел</w:t>
            </w:r>
          </w:p>
        </w:tc>
        <w:tc>
          <w:tcPr>
            <w:tcW w:w="1980" w:type="dxa"/>
          </w:tcPr>
          <w:p w:rsidR="00C9274E" w:rsidRPr="00067F6C" w:rsidRDefault="00C9274E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067F6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20</w:t>
            </w:r>
          </w:p>
        </w:tc>
        <w:tc>
          <w:tcPr>
            <w:tcW w:w="927" w:type="dxa"/>
          </w:tcPr>
          <w:p w:rsidR="00C9274E" w:rsidRPr="00067F6C" w:rsidRDefault="00C9274E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067F6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20</w:t>
            </w:r>
          </w:p>
        </w:tc>
      </w:tr>
      <w:tr w:rsidR="00C9274E" w:rsidRPr="00067F6C">
        <w:tc>
          <w:tcPr>
            <w:tcW w:w="828" w:type="dxa"/>
          </w:tcPr>
          <w:p w:rsidR="00C9274E" w:rsidRPr="00067F6C" w:rsidRDefault="00C9274E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067F6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11</w:t>
            </w:r>
          </w:p>
        </w:tc>
        <w:tc>
          <w:tcPr>
            <w:tcW w:w="6120" w:type="dxa"/>
          </w:tcPr>
          <w:p w:rsidR="00C9274E" w:rsidRPr="00067F6C" w:rsidRDefault="00C9274E">
            <w:pPr>
              <w:pStyle w:val="BodyText"/>
              <w:ind w:right="279"/>
              <w:jc w:val="lef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067F6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Недоліки роботи (пояснення зниження максимальних балів у пунктах 1-9):</w:t>
            </w:r>
          </w:p>
        </w:tc>
        <w:tc>
          <w:tcPr>
            <w:tcW w:w="1980" w:type="dxa"/>
          </w:tcPr>
          <w:p w:rsidR="00C9274E" w:rsidRPr="00067F6C" w:rsidRDefault="00C9274E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927" w:type="dxa"/>
          </w:tcPr>
          <w:p w:rsidR="00C9274E" w:rsidRPr="00067F6C" w:rsidRDefault="00C9274E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</w:tr>
      <w:tr w:rsidR="00C9274E" w:rsidRPr="00067F6C">
        <w:tc>
          <w:tcPr>
            <w:tcW w:w="828" w:type="dxa"/>
          </w:tcPr>
          <w:p w:rsidR="00C9274E" w:rsidRPr="00067F6C" w:rsidRDefault="00C9274E">
            <w:pPr>
              <w:pStyle w:val="BodyText"/>
              <w:ind w:right="-108"/>
              <w:jc w:val="lef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067F6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11.1</w:t>
            </w:r>
          </w:p>
        </w:tc>
        <w:tc>
          <w:tcPr>
            <w:tcW w:w="6120" w:type="dxa"/>
          </w:tcPr>
          <w:p w:rsidR="00C9274E" w:rsidRPr="00067F6C" w:rsidRDefault="00C9274E">
            <w:pPr>
              <w:pStyle w:val="BodyText"/>
              <w:ind w:right="279"/>
              <w:jc w:val="lef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980" w:type="dxa"/>
          </w:tcPr>
          <w:p w:rsidR="00C9274E" w:rsidRPr="00067F6C" w:rsidRDefault="00C9274E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927" w:type="dxa"/>
          </w:tcPr>
          <w:p w:rsidR="00C9274E" w:rsidRPr="00067F6C" w:rsidRDefault="00C9274E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</w:tr>
      <w:tr w:rsidR="00C9274E" w:rsidRPr="00067F6C">
        <w:tc>
          <w:tcPr>
            <w:tcW w:w="828" w:type="dxa"/>
          </w:tcPr>
          <w:p w:rsidR="00C9274E" w:rsidRPr="00067F6C" w:rsidRDefault="00C9274E">
            <w:pPr>
              <w:pStyle w:val="BodyText"/>
              <w:ind w:right="72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067F6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11.2</w:t>
            </w:r>
          </w:p>
        </w:tc>
        <w:tc>
          <w:tcPr>
            <w:tcW w:w="6120" w:type="dxa"/>
          </w:tcPr>
          <w:p w:rsidR="00C9274E" w:rsidRPr="00067F6C" w:rsidRDefault="00C9274E">
            <w:pPr>
              <w:pStyle w:val="BodyText"/>
              <w:ind w:right="279"/>
              <w:jc w:val="both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val="ru-RU"/>
              </w:rPr>
            </w:pPr>
            <w:r w:rsidRPr="00067F6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val="ru-RU"/>
              </w:rPr>
              <w:t>Новизна фактично зводиться до “демонстрац</w:t>
            </w:r>
            <w:r w:rsidRPr="00067F6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ії</w:t>
            </w:r>
            <w:r w:rsidRPr="00067F6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val="ru-RU"/>
              </w:rPr>
              <w:t xml:space="preserve">  рол</w:t>
            </w:r>
            <w:r w:rsidRPr="00067F6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і</w:t>
            </w:r>
          </w:p>
          <w:p w:rsidR="00C9274E" w:rsidRPr="00067F6C" w:rsidRDefault="00C9274E">
            <w:pPr>
              <w:pStyle w:val="BodyText"/>
              <w:ind w:right="279"/>
              <w:jc w:val="both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val="ru-RU"/>
              </w:rPr>
            </w:pPr>
            <w:r w:rsidRPr="00067F6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val="ru-RU"/>
              </w:rPr>
              <w:t>Українського  республікансько-демократичного клубу  в  Празі  у  справі організації  50-літнього  ювілею  поета” (</w:t>
            </w:r>
            <w:r w:rsidRPr="00067F6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val="en-US"/>
              </w:rPr>
              <w:t>c</w:t>
            </w:r>
            <w:r w:rsidRPr="00067F6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val="ru-RU"/>
              </w:rPr>
              <w:t xml:space="preserve">. 21 висновків). Власне, </w:t>
            </w:r>
            <w:r w:rsidRPr="00067F6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у такому вигляді автор дослідження виконує завдання 4 (с. 4): </w:t>
            </w:r>
            <w:r w:rsidRPr="00067F6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val="ru-RU"/>
              </w:rPr>
              <w:t>“наведення невідомих сторінок біографії поета. ”.</w:t>
            </w:r>
          </w:p>
        </w:tc>
        <w:tc>
          <w:tcPr>
            <w:tcW w:w="1980" w:type="dxa"/>
          </w:tcPr>
          <w:p w:rsidR="00C9274E" w:rsidRPr="00067F6C" w:rsidRDefault="00C9274E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927" w:type="dxa"/>
          </w:tcPr>
          <w:p w:rsidR="00C9274E" w:rsidRPr="00067F6C" w:rsidRDefault="00C9274E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</w:tr>
      <w:tr w:rsidR="00C9274E" w:rsidRPr="00067F6C">
        <w:tc>
          <w:tcPr>
            <w:tcW w:w="828" w:type="dxa"/>
          </w:tcPr>
          <w:p w:rsidR="00C9274E" w:rsidRPr="00067F6C" w:rsidRDefault="00C9274E">
            <w:pPr>
              <w:pStyle w:val="BodyText"/>
              <w:ind w:right="72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val="ru-RU"/>
              </w:rPr>
            </w:pPr>
            <w:r w:rsidRPr="00067F6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11.3</w:t>
            </w:r>
          </w:p>
        </w:tc>
        <w:tc>
          <w:tcPr>
            <w:tcW w:w="6120" w:type="dxa"/>
          </w:tcPr>
          <w:p w:rsidR="00C9274E" w:rsidRPr="00067F6C" w:rsidRDefault="00C9274E">
            <w:pPr>
              <w:pStyle w:val="BodyText"/>
              <w:ind w:right="279"/>
              <w:jc w:val="both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val="ru-RU"/>
              </w:rPr>
            </w:pPr>
            <w:r w:rsidRPr="00067F6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У дослідженні</w:t>
            </w:r>
            <w:r w:rsidRPr="00067F6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val="ru-RU"/>
              </w:rPr>
              <w:t>, що ор</w:t>
            </w:r>
            <w:r w:rsidRPr="00067F6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ієнтоване на вивчення біографії поета (завдання 2-4) не застосовано базовий для такого роду розвідок </w:t>
            </w:r>
            <w:r w:rsidRPr="00067F6C">
              <w:rPr>
                <w:rFonts w:ascii="Times New Roman" w:hAnsi="Times New Roman" w:cs="Times New Roman"/>
                <w:b w:val="0"/>
                <w:bCs w:val="0"/>
                <w:i/>
                <w:iCs/>
                <w:sz w:val="24"/>
                <w:szCs w:val="24"/>
              </w:rPr>
              <w:t>біографічний метод</w:t>
            </w:r>
            <w:r w:rsidRPr="00067F6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.Принаймні</w:t>
            </w:r>
            <w:r w:rsidRPr="00067F6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val="ru-RU"/>
              </w:rPr>
              <w:t>, його немає у переліку залучених методів.</w:t>
            </w:r>
          </w:p>
        </w:tc>
        <w:tc>
          <w:tcPr>
            <w:tcW w:w="1980" w:type="dxa"/>
          </w:tcPr>
          <w:p w:rsidR="00C9274E" w:rsidRPr="00067F6C" w:rsidRDefault="00C9274E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927" w:type="dxa"/>
          </w:tcPr>
          <w:p w:rsidR="00C9274E" w:rsidRPr="00067F6C" w:rsidRDefault="00C9274E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</w:tr>
      <w:tr w:rsidR="00C9274E" w:rsidRPr="00067F6C">
        <w:tc>
          <w:tcPr>
            <w:tcW w:w="828" w:type="dxa"/>
          </w:tcPr>
          <w:p w:rsidR="00C9274E" w:rsidRPr="00067F6C" w:rsidRDefault="00C9274E">
            <w:pPr>
              <w:pStyle w:val="BodyText"/>
              <w:ind w:right="72"/>
              <w:jc w:val="lef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val="ru-RU"/>
              </w:rPr>
            </w:pPr>
            <w:r w:rsidRPr="00067F6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11.4</w:t>
            </w:r>
          </w:p>
        </w:tc>
        <w:tc>
          <w:tcPr>
            <w:tcW w:w="6120" w:type="dxa"/>
          </w:tcPr>
          <w:p w:rsidR="00C9274E" w:rsidRPr="00067F6C" w:rsidRDefault="00C9274E">
            <w:pPr>
              <w:pStyle w:val="BodyText"/>
              <w:ind w:right="279"/>
              <w:jc w:val="lef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067F6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val="ru-RU"/>
              </w:rPr>
              <w:t>Робота позбавлена значимих теоретичних наукових результат</w:t>
            </w:r>
            <w:r w:rsidRPr="00067F6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ів.</w:t>
            </w:r>
          </w:p>
        </w:tc>
        <w:tc>
          <w:tcPr>
            <w:tcW w:w="1980" w:type="dxa"/>
          </w:tcPr>
          <w:p w:rsidR="00C9274E" w:rsidRPr="00067F6C" w:rsidRDefault="00C9274E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927" w:type="dxa"/>
          </w:tcPr>
          <w:p w:rsidR="00C9274E" w:rsidRPr="00067F6C" w:rsidRDefault="00C9274E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</w:tr>
      <w:tr w:rsidR="00C9274E" w:rsidRPr="00067F6C">
        <w:tc>
          <w:tcPr>
            <w:tcW w:w="828" w:type="dxa"/>
          </w:tcPr>
          <w:p w:rsidR="00C9274E" w:rsidRPr="00067F6C" w:rsidRDefault="00C9274E">
            <w:pPr>
              <w:pStyle w:val="BodyText"/>
              <w:ind w:right="72"/>
              <w:jc w:val="lef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val="ru-RU"/>
              </w:rPr>
            </w:pPr>
            <w:r w:rsidRPr="00067F6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11.6</w:t>
            </w:r>
          </w:p>
        </w:tc>
        <w:tc>
          <w:tcPr>
            <w:tcW w:w="6120" w:type="dxa"/>
          </w:tcPr>
          <w:p w:rsidR="00C9274E" w:rsidRPr="00067F6C" w:rsidRDefault="00C9274E">
            <w:pPr>
              <w:pStyle w:val="BodyText"/>
              <w:jc w:val="both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067F6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Інформаційно-аналітична база дослідження далека від повноти. Не використано кілька знакових для розкриття предметно-об</w:t>
            </w:r>
            <w:r w:rsidRPr="00067F6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val="ru-RU"/>
              </w:rPr>
              <w:t>’</w:t>
            </w:r>
            <w:r w:rsidRPr="00067F6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єктного простору </w:t>
            </w:r>
            <w:r w:rsidRPr="00067F6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val="ru-RU"/>
              </w:rPr>
              <w:t>досл</w:t>
            </w:r>
            <w:r w:rsidRPr="00067F6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ідження джерел інформації: п</w:t>
            </w:r>
            <w:r w:rsidRPr="00067F6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val="ru-RU"/>
              </w:rPr>
              <w:t xml:space="preserve">оза увагою залишився его-наратив О. Олеся – створені на еміграції автобіографічні записи. </w:t>
            </w:r>
            <w:r w:rsidRPr="00067F6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val="en-US"/>
              </w:rPr>
              <w:t>C</w:t>
            </w:r>
            <w:r w:rsidRPr="00067F6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val="ru-RU"/>
              </w:rPr>
              <w:t>еред праць Наталі Лисенко, на як</w:t>
            </w:r>
            <w:r w:rsidRPr="00067F6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і посилається дослідник (п. 32-35 списку літератури)</w:t>
            </w:r>
            <w:r w:rsidRPr="00067F6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val="ru-RU"/>
              </w:rPr>
              <w:t>, використовуються лише ранн</w:t>
            </w:r>
            <w:r w:rsidRPr="00067F6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і її тексти (за </w:t>
            </w:r>
            <w:r w:rsidRPr="00067F6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val="ru-RU"/>
              </w:rPr>
              <w:t>1998-2001), проте в</w:t>
            </w:r>
            <w:r w:rsidRPr="00067F6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ідсутні останні дотичні темі </w:t>
            </w:r>
            <w:r w:rsidRPr="00067F6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val="ru-RU"/>
              </w:rPr>
              <w:t>розвідки</w:t>
            </w:r>
            <w:r w:rsidRPr="00067F6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цієї авторки</w:t>
            </w:r>
            <w:r w:rsidRPr="00067F6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val="ru-RU"/>
              </w:rPr>
              <w:t xml:space="preserve">, зокрема: 1. </w:t>
            </w:r>
            <w:r w:rsidRPr="00067F6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Архів Олега Ольжича в Україні / Н. Лисенко // Український історик. – 2004–2005. – № 3–4. – С. 162–171;</w:t>
            </w:r>
            <w:r w:rsidRPr="00067F6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val="ru-RU"/>
              </w:rPr>
              <w:t xml:space="preserve">2. </w:t>
            </w:r>
            <w:r w:rsidRPr="00067F6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Творчі матеріали та листування О. Олеся в його еміграційному архіві / Н. Лисенко // Літературне джерелознавство. Текстологія. – К.: ПЦ «Фоліант», 2007. – Т. 3. – С. 95-159;  3. Невідомі автобіографічні записи О. Олеся / Н. Лисенко // Спадщина: Літературне джерелознавство. Текстологія. — К.: ПЦ «Фоліант», 2009. — Т. 4. — С. 136-149. </w:t>
            </w:r>
          </w:p>
        </w:tc>
        <w:tc>
          <w:tcPr>
            <w:tcW w:w="1980" w:type="dxa"/>
          </w:tcPr>
          <w:p w:rsidR="00C9274E" w:rsidRPr="00067F6C" w:rsidRDefault="00C9274E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927" w:type="dxa"/>
          </w:tcPr>
          <w:p w:rsidR="00C9274E" w:rsidRPr="00067F6C" w:rsidRDefault="00C9274E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</w:tr>
      <w:tr w:rsidR="00C9274E" w:rsidRPr="00067F6C">
        <w:tc>
          <w:tcPr>
            <w:tcW w:w="828" w:type="dxa"/>
          </w:tcPr>
          <w:p w:rsidR="00C9274E" w:rsidRPr="00067F6C" w:rsidRDefault="00C9274E">
            <w:pPr>
              <w:pStyle w:val="BodyText"/>
              <w:ind w:right="72"/>
              <w:jc w:val="lef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067F6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11.7</w:t>
            </w:r>
          </w:p>
        </w:tc>
        <w:tc>
          <w:tcPr>
            <w:tcW w:w="6120" w:type="dxa"/>
          </w:tcPr>
          <w:p w:rsidR="00C9274E" w:rsidRPr="00067F6C" w:rsidRDefault="00C9274E">
            <w:pPr>
              <w:pStyle w:val="BodyText"/>
              <w:ind w:right="279"/>
              <w:jc w:val="both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val="ru-RU"/>
              </w:rPr>
            </w:pPr>
            <w:r w:rsidRPr="00067F6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Наявні огріхи в оформленні</w:t>
            </w:r>
            <w:r w:rsidRPr="00067F6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val="ru-RU"/>
              </w:rPr>
              <w:t xml:space="preserve">, </w:t>
            </w:r>
            <w:bookmarkStart w:id="1" w:name="_GoBack"/>
            <w:bookmarkEnd w:id="1"/>
            <w:r w:rsidRPr="00067F6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val="ru-RU"/>
              </w:rPr>
              <w:t>часто-густо зустр</w:t>
            </w:r>
            <w:r w:rsidRPr="00067F6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ічаються кілька слів написаних як одне (без пробілів). Зокрема</w:t>
            </w:r>
            <w:r w:rsidRPr="00067F6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val="ru-RU"/>
              </w:rPr>
              <w:t xml:space="preserve">, </w:t>
            </w:r>
            <w:r w:rsidRPr="00067F6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цей недолік зустрічається </w:t>
            </w:r>
            <w:r w:rsidRPr="00067F6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val="ru-RU"/>
              </w:rPr>
              <w:t>у списку використаних джерел та л</w:t>
            </w:r>
            <w:r w:rsidRPr="00067F6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ітератури - посилання 2</w:t>
            </w:r>
            <w:r w:rsidRPr="00067F6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val="ru-RU"/>
              </w:rPr>
              <w:t xml:space="preserve">, 28, 47. А також на с. 4 - “роботизумовлена”; </w:t>
            </w:r>
            <w:r w:rsidRPr="00067F6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val="en-US"/>
              </w:rPr>
              <w:t>c</w:t>
            </w:r>
            <w:r w:rsidRPr="00067F6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val="ru-RU"/>
              </w:rPr>
              <w:t>. 6 - “монографіїпро” тощо.</w:t>
            </w:r>
          </w:p>
        </w:tc>
        <w:tc>
          <w:tcPr>
            <w:tcW w:w="1980" w:type="dxa"/>
          </w:tcPr>
          <w:p w:rsidR="00C9274E" w:rsidRPr="00067F6C" w:rsidRDefault="00C9274E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927" w:type="dxa"/>
          </w:tcPr>
          <w:p w:rsidR="00C9274E" w:rsidRPr="00067F6C" w:rsidRDefault="00C9274E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</w:tr>
      <w:tr w:rsidR="00C9274E" w:rsidRPr="00067F6C">
        <w:tc>
          <w:tcPr>
            <w:tcW w:w="828" w:type="dxa"/>
          </w:tcPr>
          <w:p w:rsidR="00C9274E" w:rsidRPr="00067F6C" w:rsidRDefault="00C9274E">
            <w:pPr>
              <w:pStyle w:val="BodyText"/>
              <w:ind w:right="72"/>
              <w:jc w:val="lef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067F6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11.8</w:t>
            </w:r>
          </w:p>
        </w:tc>
        <w:tc>
          <w:tcPr>
            <w:tcW w:w="6120" w:type="dxa"/>
          </w:tcPr>
          <w:p w:rsidR="00C9274E" w:rsidRPr="00067F6C" w:rsidRDefault="00C9274E">
            <w:pPr>
              <w:pStyle w:val="BodyText"/>
              <w:ind w:right="279"/>
              <w:jc w:val="lef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067F6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Не достатньо використаний текстологічний аналіз джерел. Автор обмежується цитатно-рефераційним підходом при використанні джерел інформації.</w:t>
            </w:r>
          </w:p>
        </w:tc>
        <w:tc>
          <w:tcPr>
            <w:tcW w:w="1980" w:type="dxa"/>
          </w:tcPr>
          <w:p w:rsidR="00C9274E" w:rsidRPr="00067F6C" w:rsidRDefault="00C9274E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927" w:type="dxa"/>
          </w:tcPr>
          <w:p w:rsidR="00C9274E" w:rsidRPr="00067F6C" w:rsidRDefault="00C9274E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</w:tr>
      <w:tr w:rsidR="00C9274E" w:rsidRPr="00067F6C">
        <w:tc>
          <w:tcPr>
            <w:tcW w:w="828" w:type="dxa"/>
          </w:tcPr>
          <w:p w:rsidR="00C9274E" w:rsidRPr="00067F6C" w:rsidRDefault="00C9274E">
            <w:pPr>
              <w:pStyle w:val="BodyText"/>
              <w:ind w:right="72"/>
              <w:jc w:val="lef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067F6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11.9</w:t>
            </w:r>
          </w:p>
        </w:tc>
        <w:tc>
          <w:tcPr>
            <w:tcW w:w="6120" w:type="dxa"/>
          </w:tcPr>
          <w:p w:rsidR="00C9274E" w:rsidRPr="00067F6C" w:rsidRDefault="00C9274E">
            <w:pPr>
              <w:pStyle w:val="BodyText"/>
              <w:ind w:right="279"/>
              <w:jc w:val="lef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067F6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За темою конкурсної роботи опубліковано лише одні тези (с. 4 роботи).</w:t>
            </w:r>
          </w:p>
        </w:tc>
        <w:tc>
          <w:tcPr>
            <w:tcW w:w="1980" w:type="dxa"/>
          </w:tcPr>
          <w:p w:rsidR="00C9274E" w:rsidRPr="00067F6C" w:rsidRDefault="00C9274E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927" w:type="dxa"/>
          </w:tcPr>
          <w:p w:rsidR="00C9274E" w:rsidRPr="00067F6C" w:rsidRDefault="00C9274E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</w:tr>
      <w:tr w:rsidR="00C9274E" w:rsidRPr="00067F6C">
        <w:tc>
          <w:tcPr>
            <w:tcW w:w="8928" w:type="dxa"/>
            <w:gridSpan w:val="3"/>
          </w:tcPr>
          <w:p w:rsidR="00C9274E" w:rsidRPr="00067F6C" w:rsidRDefault="00C9274E">
            <w:pPr>
              <w:pStyle w:val="BodyText"/>
              <w:ind w:right="279"/>
              <w:jc w:val="lef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067F6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Сума балів                                                                                                                                   </w:t>
            </w:r>
          </w:p>
        </w:tc>
        <w:tc>
          <w:tcPr>
            <w:tcW w:w="927" w:type="dxa"/>
          </w:tcPr>
          <w:p w:rsidR="00C9274E" w:rsidRPr="00067F6C" w:rsidRDefault="00C9274E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067F6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75</w:t>
            </w:r>
          </w:p>
        </w:tc>
      </w:tr>
    </w:tbl>
    <w:p w:rsidR="00C9274E" w:rsidRDefault="00C9274E">
      <w:pPr>
        <w:pStyle w:val="BodyText"/>
        <w:ind w:left="-180" w:right="279"/>
        <w:jc w:val="left"/>
        <w:rPr>
          <w:rFonts w:ascii="Times New Roman" w:hAnsi="Times New Roman" w:cs="Times New Roman"/>
          <w:b w:val="0"/>
          <w:bCs w:val="0"/>
        </w:rPr>
      </w:pPr>
    </w:p>
    <w:sectPr w:rsidR="00C9274E" w:rsidSect="003F4B53">
      <w:pgSz w:w="11906" w:h="16838"/>
      <w:pgMar w:top="1134" w:right="206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9274E" w:rsidRDefault="00C9274E">
      <w:r>
        <w:separator/>
      </w:r>
    </w:p>
  </w:endnote>
  <w:endnote w:type="continuationSeparator" w:id="1">
    <w:p w:rsidR="00C9274E" w:rsidRDefault="00C927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9274E" w:rsidRDefault="00C9274E">
      <w:r>
        <w:separator/>
      </w:r>
    </w:p>
  </w:footnote>
  <w:footnote w:type="continuationSeparator" w:id="1">
    <w:p w:rsidR="00C9274E" w:rsidRDefault="00C9274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C6068"/>
    <w:rsid w:val="00067F6C"/>
    <w:rsid w:val="003B084C"/>
    <w:rsid w:val="003E16C8"/>
    <w:rsid w:val="003F4B53"/>
    <w:rsid w:val="006A2552"/>
    <w:rsid w:val="007773CC"/>
    <w:rsid w:val="009D3C68"/>
    <w:rsid w:val="00A95DAD"/>
    <w:rsid w:val="00AA37CF"/>
    <w:rsid w:val="00BE2D2A"/>
    <w:rsid w:val="00C32B23"/>
    <w:rsid w:val="00C9274E"/>
    <w:rsid w:val="00EC60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F4B53"/>
    <w:rPr>
      <w:rFonts w:ascii="Times New Roman" w:hAnsi="Times New Roman"/>
      <w:sz w:val="24"/>
      <w:szCs w:val="24"/>
      <w:lang w:val="uk-UA"/>
    </w:rPr>
  </w:style>
  <w:style w:type="paragraph" w:styleId="Heading3">
    <w:name w:val="heading 3"/>
    <w:basedOn w:val="Normal"/>
    <w:next w:val="Normal"/>
    <w:link w:val="Heading3Char"/>
    <w:uiPriority w:val="99"/>
    <w:qFormat/>
    <w:rsid w:val="003F4B5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eastAsia="uk-UA"/>
    </w:rPr>
  </w:style>
  <w:style w:type="paragraph" w:styleId="Heading4">
    <w:name w:val="heading 4"/>
    <w:basedOn w:val="Normal"/>
    <w:next w:val="Normal"/>
    <w:link w:val="Heading4Char"/>
    <w:uiPriority w:val="99"/>
    <w:qFormat/>
    <w:rsid w:val="003F4B53"/>
    <w:pPr>
      <w:keepNext/>
      <w:spacing w:before="240" w:after="60"/>
      <w:outlineLvl w:val="3"/>
    </w:pPr>
    <w:rPr>
      <w:b/>
      <w:bCs/>
      <w:sz w:val="28"/>
      <w:szCs w:val="28"/>
      <w:lang w:eastAsia="uk-UA"/>
    </w:rPr>
  </w:style>
  <w:style w:type="paragraph" w:styleId="Heading5">
    <w:name w:val="heading 5"/>
    <w:basedOn w:val="Normal"/>
    <w:next w:val="Normal"/>
    <w:link w:val="Heading5Char"/>
    <w:uiPriority w:val="99"/>
    <w:qFormat/>
    <w:rsid w:val="003F4B53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3F4B53"/>
    <w:pPr>
      <w:spacing w:before="240" w:after="60"/>
      <w:outlineLvl w:val="5"/>
    </w:pPr>
    <w:rPr>
      <w:rFonts w:ascii="Calibri" w:hAnsi="Calibri" w:cs="Calibri"/>
      <w:b/>
      <w:bCs/>
      <w:sz w:val="22"/>
      <w:szCs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locked/>
    <w:rsid w:val="003F4B53"/>
    <w:rPr>
      <w:rFonts w:ascii="Arial" w:hAnsi="Arial" w:cs="Arial"/>
      <w:b/>
      <w:bCs/>
      <w:sz w:val="26"/>
      <w:szCs w:val="26"/>
      <w:lang w:val="uk-UA" w:eastAsia="uk-UA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3F4B53"/>
    <w:rPr>
      <w:rFonts w:ascii="Times New Roman" w:hAnsi="Times New Roman" w:cs="Times New Roman"/>
      <w:b/>
      <w:bCs/>
      <w:sz w:val="28"/>
      <w:szCs w:val="28"/>
      <w:lang w:val="uk-UA" w:eastAsia="uk-UA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3F4B53"/>
    <w:rPr>
      <w:rFonts w:ascii="Times New Roman" w:hAnsi="Times New Roman" w:cs="Times New Roman"/>
      <w:b/>
      <w:bCs/>
      <w:i/>
      <w:iCs/>
      <w:sz w:val="26"/>
      <w:szCs w:val="26"/>
      <w:lang w:val="uk-UA" w:eastAsia="ru-RU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3F4B53"/>
    <w:rPr>
      <w:rFonts w:ascii="Calibri" w:hAnsi="Calibri" w:cs="Calibri"/>
      <w:b/>
      <w:bCs/>
      <w:lang w:val="uk-UA"/>
    </w:rPr>
  </w:style>
  <w:style w:type="paragraph" w:styleId="BodyText">
    <w:name w:val="Body Text"/>
    <w:basedOn w:val="Normal"/>
    <w:link w:val="BodyTextChar"/>
    <w:uiPriority w:val="99"/>
    <w:rsid w:val="003F4B53"/>
    <w:pPr>
      <w:jc w:val="center"/>
    </w:pPr>
    <w:rPr>
      <w:rFonts w:ascii="Calibri" w:hAnsi="Calibri" w:cs="Calibri"/>
      <w:b/>
      <w:bCs/>
      <w:sz w:val="28"/>
      <w:szCs w:val="28"/>
      <w:lang w:eastAsia="uk-UA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3F4B53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">
    <w:name w:val="Основной текст Знак"/>
    <w:basedOn w:val="DefaultParagraphFont"/>
    <w:uiPriority w:val="99"/>
    <w:rsid w:val="003F4B53"/>
    <w:rPr>
      <w:rFonts w:ascii="Calibri" w:hAnsi="Calibri" w:cs="Calibri"/>
      <w:b/>
      <w:bCs/>
      <w:sz w:val="28"/>
      <w:szCs w:val="28"/>
      <w:lang w:val="uk-UA" w:eastAsia="uk-UA"/>
    </w:rPr>
  </w:style>
  <w:style w:type="paragraph" w:styleId="Header">
    <w:name w:val="header"/>
    <w:basedOn w:val="Normal"/>
    <w:link w:val="HeaderChar"/>
    <w:uiPriority w:val="99"/>
    <w:rsid w:val="003F4B53"/>
    <w:pPr>
      <w:tabs>
        <w:tab w:val="center" w:pos="4153"/>
        <w:tab w:val="right" w:pos="8306"/>
      </w:tabs>
      <w:ind w:firstLine="567"/>
      <w:jc w:val="both"/>
    </w:pPr>
    <w:rPr>
      <w:rFonts w:ascii="Calibri" w:hAnsi="Calibri" w:cs="Calibri"/>
      <w:sz w:val="28"/>
      <w:szCs w:val="28"/>
      <w:lang w:eastAsia="uk-UA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3F4B53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0">
    <w:name w:val="Верхний колонтитул Знак"/>
    <w:basedOn w:val="DefaultParagraphFont"/>
    <w:uiPriority w:val="99"/>
    <w:rsid w:val="003F4B53"/>
    <w:rPr>
      <w:rFonts w:ascii="Calibri" w:hAnsi="Calibri" w:cs="Calibri"/>
      <w:sz w:val="28"/>
      <w:szCs w:val="28"/>
      <w:lang w:val="uk-UA" w:eastAsia="uk-UA"/>
    </w:rPr>
  </w:style>
  <w:style w:type="paragraph" w:styleId="FootnoteText">
    <w:name w:val="footnote text"/>
    <w:basedOn w:val="Normal"/>
    <w:link w:val="FootnoteTextChar"/>
    <w:uiPriority w:val="99"/>
    <w:semiHidden/>
    <w:rsid w:val="003F4B53"/>
    <w:rPr>
      <w:rFonts w:ascii="Calibri" w:hAnsi="Calibri" w:cs="Calibri"/>
      <w:sz w:val="22"/>
      <w:szCs w:val="22"/>
      <w:lang w:eastAsia="uk-UA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3F4B53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1">
    <w:name w:val="Текст сноски Знак"/>
    <w:basedOn w:val="DefaultParagraphFont"/>
    <w:uiPriority w:val="99"/>
    <w:rsid w:val="003F4B53"/>
    <w:rPr>
      <w:rFonts w:ascii="Calibri" w:hAnsi="Calibri" w:cs="Calibri"/>
      <w:sz w:val="22"/>
      <w:szCs w:val="22"/>
      <w:lang w:val="uk-UA" w:eastAsia="uk-UA"/>
    </w:rPr>
  </w:style>
  <w:style w:type="character" w:styleId="FootnoteReference">
    <w:name w:val="footnote reference"/>
    <w:basedOn w:val="DefaultParagraphFont"/>
    <w:uiPriority w:val="99"/>
    <w:semiHidden/>
    <w:rsid w:val="003F4B53"/>
    <w:rPr>
      <w:rFonts w:ascii="Times New Roman" w:hAnsi="Times New Roman" w:cs="Times New Roman"/>
      <w:vertAlign w:val="superscript"/>
    </w:rPr>
  </w:style>
  <w:style w:type="character" w:styleId="PageNumber">
    <w:name w:val="page number"/>
    <w:basedOn w:val="DefaultParagraphFont"/>
    <w:uiPriority w:val="99"/>
    <w:rsid w:val="003F4B53"/>
    <w:rPr>
      <w:rFonts w:ascii="Times New Roman" w:hAnsi="Times New Roman" w:cs="Times New Roman"/>
    </w:rPr>
  </w:style>
  <w:style w:type="paragraph" w:styleId="Footer">
    <w:name w:val="footer"/>
    <w:basedOn w:val="Normal"/>
    <w:link w:val="FooterChar"/>
    <w:uiPriority w:val="99"/>
    <w:rsid w:val="003F4B53"/>
    <w:pPr>
      <w:tabs>
        <w:tab w:val="center" w:pos="4819"/>
        <w:tab w:val="right" w:pos="9639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3F4B53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2">
    <w:name w:val="Нижний колонтитул Знак"/>
    <w:basedOn w:val="DefaultParagraphFont"/>
    <w:uiPriority w:val="99"/>
    <w:rsid w:val="003F4B53"/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2</Pages>
  <Words>448</Words>
  <Characters>2559</Characters>
  <Application>Microsoft Office Outlook</Application>
  <DocSecurity>0</DocSecurity>
  <Lines>0</Lines>
  <Paragraphs>0</Paragraphs>
  <ScaleCrop>false</ScaleCrop>
  <Company>UCL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1</dc:title>
  <dc:subject/>
  <dc:creator>IITZO</dc:creator>
  <cp:keywords/>
  <dc:description/>
  <cp:lastModifiedBy>user</cp:lastModifiedBy>
  <cp:revision>4</cp:revision>
  <cp:lastPrinted>2017-05-29T09:41:00Z</cp:lastPrinted>
  <dcterms:created xsi:type="dcterms:W3CDTF">2018-03-24T06:59:00Z</dcterms:created>
  <dcterms:modified xsi:type="dcterms:W3CDTF">2018-03-26T15:52:00Z</dcterms:modified>
</cp:coreProperties>
</file>